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>
        <w:t>vaginale</w:t>
      </w:r>
      <w:r w:rsidRPr="002A1799">
        <w:t xml:space="preserve"> zone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</w:p>
    <w:p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of glansverchroomd sierplaatje dat toegang verleen</w:t>
      </w:r>
      <w:r w:rsidR="00D52B1F">
        <w:t>t</w:t>
      </w:r>
      <w:r>
        <w:t xml:space="preserve"> tot de hoofdschakelaar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F61D5F" w:rsidP="00F97930">
      <w:pPr>
        <w:pStyle w:val="Bulleted1"/>
        <w:rPr>
          <w:rFonts w:ascii="Arial" w:hAnsi="Arial"/>
        </w:rPr>
      </w:pPr>
      <w:bookmarkStart w:id="0" w:name="_Hlk35937103"/>
      <w:r>
        <w:t xml:space="preserve">keramische </w:t>
      </w:r>
      <w:r w:rsidR="008F24FA" w:rsidRPr="002A1799">
        <w:t>diepspoel-wc-pot met vuilafstotend keramisch oppervlak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doorstroomverwarmer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bookmarkStart w:id="3" w:name="_GoBack"/>
      <w:bookmarkEnd w:id="3"/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 xml:space="preserve">parte </w:t>
      </w:r>
      <w:r>
        <w:rPr>
          <w:rFonts w:ascii="Arial" w:hAnsi="Arial"/>
        </w:rPr>
        <w:t xml:space="preserve">vaginale </w:t>
      </w:r>
      <w:r w:rsidR="006F57F5" w:rsidRPr="006F57F5">
        <w:rPr>
          <w:rFonts w:ascii="Arial" w:hAnsi="Arial"/>
        </w:rPr>
        <w:t xml:space="preserve">douchekop </w:t>
      </w:r>
      <w:r>
        <w:rPr>
          <w:rFonts w:ascii="Arial" w:hAnsi="Arial"/>
        </w:rPr>
        <w:t xml:space="preserve">die </w:t>
      </w:r>
      <w:r w:rsidR="006F57F5" w:rsidRPr="006F57F5">
        <w:rPr>
          <w:rFonts w:ascii="Arial" w:hAnsi="Arial"/>
        </w:rPr>
        <w:t xml:space="preserve">in </w:t>
      </w:r>
      <w:r>
        <w:rPr>
          <w:rFonts w:ascii="Arial" w:hAnsi="Arial"/>
        </w:rPr>
        <w:t>rust</w:t>
      </w:r>
      <w:r w:rsidR="006F57F5" w:rsidRPr="006F57F5">
        <w:rPr>
          <w:rFonts w:ascii="Arial" w:hAnsi="Arial"/>
        </w:rPr>
        <w:t>positie</w:t>
      </w:r>
      <w:r>
        <w:rPr>
          <w:rFonts w:ascii="Arial" w:hAnsi="Arial"/>
        </w:rPr>
        <w:t xml:space="preserve"> onder de anale douchekop</w:t>
      </w:r>
      <w:r w:rsidR="00A92730">
        <w:rPr>
          <w:rFonts w:ascii="Arial" w:hAnsi="Arial"/>
        </w:rPr>
        <w:t xml:space="preserve"> beschermd zit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</w:p>
    <w:p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a</w:t>
      </w:r>
      <w:r w:rsidR="006F57F5" w:rsidRPr="006F57F5">
        <w:rPr>
          <w:rFonts w:ascii="Arial" w:hAnsi="Arial"/>
        </w:rPr>
        <w:t>ctivering van het oriëntatielicht door middel van helderheidssensor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riëntatielicht instelbaar in zeven kleuren</w:t>
      </w:r>
    </w:p>
    <w:p w:rsidR="006F57F5" w:rsidRPr="006F57F5" w:rsidRDefault="006F57F5" w:rsidP="006F57F5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vie</w:t>
      </w:r>
      <w:r w:rsidR="006F57F5" w:rsidRPr="006F57F5">
        <w:rPr>
          <w:rFonts w:ascii="Arial" w:hAnsi="Arial"/>
        </w:rPr>
        <w:t>r gebruikersprofielen programmeerbaar</w:t>
      </w:r>
    </w:p>
    <w:p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:rsidTr="005F38EA">
        <w:trPr>
          <w:trHeight w:val="80"/>
        </w:trPr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5F38EA" w:rsidRPr="002A1799" w:rsidRDefault="005F38EA" w:rsidP="005F38EA"/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5F38EA" w:rsidRPr="002A1799" w:rsidTr="005F38EA">
        <w:tc>
          <w:tcPr>
            <w:tcW w:w="3685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E3EBE" w:rsidP="003E3EBE">
            <w:pPr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C13F53C" wp14:editId="2716424B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4A84C44" wp14:editId="284F8659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BE154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584042" wp14:editId="6EC44845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lastRenderedPageBreak/>
        <w:drawing>
          <wp:inline distT="0" distB="0" distL="0" distR="0" wp14:anchorId="05AC7F77" wp14:editId="45A2A9AF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 met een glansverchroomd sierplaatje (een wit sierplaatje is ook mogelijk)</w:t>
      </w: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446" w:rsidRDefault="00832446">
      <w:r>
        <w:separator/>
      </w:r>
    </w:p>
  </w:endnote>
  <w:endnote w:type="continuationSeparator" w:id="0">
    <w:p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446" w:rsidRDefault="00832446">
      <w:r>
        <w:separator/>
      </w:r>
    </w:p>
  </w:footnote>
  <w:footnote w:type="continuationSeparator" w:id="0">
    <w:p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BE57EA">
      <w:rPr>
        <w:rFonts w:ascii="Arial" w:hAnsi="Arial"/>
        <w:b/>
      </w:rPr>
      <w:t>AquaClean Sela complete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E57E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hang-wc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81E" w:rsidRDefault="00C848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334C628-D9D5-490A-A945-8938975E7502}"/>
</file>

<file path=customXml/itemProps2.xml><?xml version="1.0" encoding="utf-8"?>
<ds:datastoreItem xmlns:ds="http://schemas.openxmlformats.org/officeDocument/2006/customXml" ds:itemID="{B70FD37F-BD9C-4FD5-B75A-B2B71EC2CED7}"/>
</file>

<file path=customXml/itemProps3.xml><?xml version="1.0" encoding="utf-8"?>
<ds:datastoreItem xmlns:ds="http://schemas.openxmlformats.org/officeDocument/2006/customXml" ds:itemID="{AE48F13F-7F4A-429C-8A84-90AA5B229E5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85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2011-12-15T11:32:00Z</cp:lastPrinted>
  <dcterms:created xsi:type="dcterms:W3CDTF">2020-04-29T08:11:00Z</dcterms:created>
  <dcterms:modified xsi:type="dcterms:W3CDTF">2020-04-29T16:12:00Z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